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27D" w:rsidRDefault="0055227D" w:rsidP="008C3D68">
      <w:pPr>
        <w:shd w:val="clear" w:color="auto" w:fill="FFFFFF"/>
        <w:ind w:left="4536" w:right="-27" w:firstLine="709"/>
        <w:jc w:val="right"/>
        <w:rPr>
          <w:rStyle w:val="FontStyle13"/>
          <w:sz w:val="20"/>
          <w:szCs w:val="20"/>
        </w:rPr>
      </w:pPr>
      <w:r w:rsidRPr="005809B3">
        <w:rPr>
          <w:rStyle w:val="FontStyle13"/>
          <w:sz w:val="20"/>
          <w:szCs w:val="20"/>
        </w:rPr>
        <w:t xml:space="preserve">Приложение № </w:t>
      </w:r>
      <w:r>
        <w:rPr>
          <w:rStyle w:val="FontStyle13"/>
          <w:sz w:val="20"/>
          <w:szCs w:val="20"/>
        </w:rPr>
        <w:t>4</w:t>
      </w:r>
      <w:r w:rsidRPr="005809B3">
        <w:rPr>
          <w:rStyle w:val="FontStyle13"/>
          <w:sz w:val="20"/>
          <w:szCs w:val="20"/>
        </w:rPr>
        <w:t xml:space="preserve"> </w:t>
      </w:r>
    </w:p>
    <w:p w:rsidR="0055227D" w:rsidRPr="005809B3" w:rsidRDefault="0055227D" w:rsidP="008C3D68">
      <w:pPr>
        <w:shd w:val="clear" w:color="auto" w:fill="FFFFFF"/>
        <w:ind w:left="4536" w:right="-27" w:firstLine="709"/>
        <w:jc w:val="right"/>
        <w:rPr>
          <w:rStyle w:val="FontStyle13"/>
          <w:sz w:val="20"/>
          <w:szCs w:val="20"/>
        </w:rPr>
      </w:pPr>
    </w:p>
    <w:p w:rsidR="0055227D" w:rsidRPr="00D4044D" w:rsidRDefault="0055227D" w:rsidP="008C3D68">
      <w:pPr>
        <w:widowControl/>
        <w:adjustRightInd/>
        <w:ind w:firstLine="400"/>
        <w:jc w:val="center"/>
        <w:rPr>
          <w:b/>
        </w:rPr>
      </w:pPr>
      <w:r w:rsidRPr="00D4044D">
        <w:rPr>
          <w:b/>
        </w:rPr>
        <w:t>Форма ценового предложения потенциального поставщика</w:t>
      </w:r>
    </w:p>
    <w:p w:rsidR="0055227D" w:rsidRPr="00D4044D" w:rsidRDefault="0055227D" w:rsidP="008C3D68">
      <w:pPr>
        <w:widowControl/>
        <w:adjustRightInd/>
        <w:ind w:firstLine="400"/>
        <w:jc w:val="both"/>
      </w:pPr>
    </w:p>
    <w:p w:rsidR="0055227D" w:rsidRPr="00D4044D" w:rsidRDefault="0055227D" w:rsidP="008C3D68">
      <w:pPr>
        <w:widowControl/>
        <w:adjustRightInd/>
        <w:ind w:firstLine="400"/>
        <w:jc w:val="both"/>
      </w:pPr>
    </w:p>
    <w:p w:rsidR="0055227D" w:rsidRPr="00D4044D" w:rsidRDefault="0055227D" w:rsidP="008C3D68">
      <w:pPr>
        <w:widowControl/>
        <w:adjustRightInd/>
        <w:jc w:val="both"/>
      </w:pPr>
      <w:r>
        <w:t xml:space="preserve">1. </w:t>
      </w:r>
      <w:r w:rsidRPr="00D4044D">
        <w:t>________________________________________________________________________</w:t>
      </w:r>
    </w:p>
    <w:p w:rsidR="0055227D" w:rsidRPr="00D4044D" w:rsidRDefault="0055227D" w:rsidP="008C3D68">
      <w:pPr>
        <w:widowControl/>
        <w:adjustRightInd/>
        <w:ind w:firstLine="400"/>
        <w:jc w:val="center"/>
        <w:rPr>
          <w:sz w:val="18"/>
          <w:szCs w:val="18"/>
        </w:rPr>
      </w:pPr>
      <w:r w:rsidRPr="00D4044D">
        <w:rPr>
          <w:sz w:val="18"/>
          <w:szCs w:val="18"/>
        </w:rPr>
        <w:t xml:space="preserve">(Наименование </w:t>
      </w:r>
      <w:r w:rsidRPr="00D4044D">
        <w:rPr>
          <w:rStyle w:val="FontStyle13"/>
          <w:sz w:val="18"/>
          <w:szCs w:val="18"/>
        </w:rPr>
        <w:t>потенциального поставщика) либо (Ф.И.О. – для индивидуального предпринимателя)</w:t>
      </w:r>
    </w:p>
    <w:p w:rsidR="0055227D" w:rsidRPr="00D4044D" w:rsidRDefault="0055227D" w:rsidP="008C3D68">
      <w:pPr>
        <w:widowControl/>
        <w:adjustRightInd/>
        <w:ind w:firstLine="400"/>
        <w:jc w:val="both"/>
      </w:pPr>
    </w:p>
    <w:p w:rsidR="0055227D" w:rsidRPr="003E720E" w:rsidRDefault="0055227D" w:rsidP="008C3D68">
      <w:pPr>
        <w:widowControl/>
        <w:adjustRightInd/>
        <w:spacing w:line="360" w:lineRule="auto"/>
        <w:jc w:val="both"/>
      </w:pPr>
      <w:r>
        <w:t xml:space="preserve">2. </w:t>
      </w:r>
      <w:r w:rsidRPr="003E720E">
        <w:t>фактический адрес____________________________</w:t>
      </w:r>
    </w:p>
    <w:p w:rsidR="0055227D" w:rsidRPr="003E720E" w:rsidRDefault="0055227D" w:rsidP="008C3D68">
      <w:pPr>
        <w:pStyle w:val="Style5"/>
        <w:widowControl/>
        <w:tabs>
          <w:tab w:val="left" w:pos="2112"/>
          <w:tab w:val="left" w:leader="underscore" w:pos="4781"/>
        </w:tabs>
        <w:spacing w:line="360" w:lineRule="auto"/>
        <w:rPr>
          <w:rStyle w:val="FontStyle13"/>
          <w:sz w:val="24"/>
          <w:szCs w:val="24"/>
        </w:rPr>
      </w:pPr>
      <w:r>
        <w:rPr>
          <w:rStyle w:val="FontStyle13"/>
          <w:sz w:val="24"/>
          <w:szCs w:val="24"/>
        </w:rPr>
        <w:t xml:space="preserve">3. </w:t>
      </w:r>
      <w:r w:rsidRPr="003E720E">
        <w:rPr>
          <w:rStyle w:val="FontStyle13"/>
          <w:sz w:val="24"/>
          <w:szCs w:val="24"/>
        </w:rPr>
        <w:t>РНН___________________</w:t>
      </w:r>
    </w:p>
    <w:p w:rsidR="0055227D" w:rsidRPr="003E720E" w:rsidRDefault="0055227D" w:rsidP="008C3D68">
      <w:pPr>
        <w:pStyle w:val="Style5"/>
        <w:widowControl/>
        <w:tabs>
          <w:tab w:val="left" w:pos="2112"/>
          <w:tab w:val="left" w:leader="underscore" w:pos="4781"/>
        </w:tabs>
        <w:spacing w:line="360" w:lineRule="auto"/>
      </w:pPr>
      <w:r>
        <w:rPr>
          <w:rStyle w:val="FontStyle13"/>
          <w:sz w:val="24"/>
          <w:szCs w:val="24"/>
        </w:rPr>
        <w:t xml:space="preserve">4. </w:t>
      </w:r>
      <w:r w:rsidRPr="003E720E">
        <w:rPr>
          <w:rStyle w:val="FontStyle13"/>
          <w:sz w:val="24"/>
          <w:szCs w:val="24"/>
        </w:rPr>
        <w:t>БИН (ИИН – для индивидуального предпринимателя)___________________</w:t>
      </w:r>
    </w:p>
    <w:p w:rsidR="0055227D" w:rsidRPr="003E720E" w:rsidRDefault="0055227D" w:rsidP="008C3D68">
      <w:pPr>
        <w:pStyle w:val="Style5"/>
        <w:widowControl/>
        <w:spacing w:line="360" w:lineRule="auto"/>
        <w:rPr>
          <w:rStyle w:val="FontStyle13"/>
          <w:sz w:val="24"/>
          <w:szCs w:val="24"/>
        </w:rPr>
      </w:pPr>
      <w:r>
        <w:rPr>
          <w:rStyle w:val="FontStyle13"/>
          <w:sz w:val="24"/>
          <w:szCs w:val="24"/>
        </w:rPr>
        <w:t xml:space="preserve">5. </w:t>
      </w:r>
      <w:r w:rsidRPr="003E720E">
        <w:rPr>
          <w:rStyle w:val="FontStyle13"/>
          <w:sz w:val="24"/>
          <w:szCs w:val="24"/>
        </w:rPr>
        <w:t>электронная почта: _________________________</w:t>
      </w:r>
    </w:p>
    <w:p w:rsidR="0055227D" w:rsidRPr="003E720E" w:rsidRDefault="0055227D" w:rsidP="008C3D68">
      <w:pPr>
        <w:pStyle w:val="Style5"/>
        <w:widowControl/>
        <w:spacing w:line="360" w:lineRule="auto"/>
        <w:rPr>
          <w:rStyle w:val="FontStyle13"/>
          <w:sz w:val="24"/>
          <w:szCs w:val="24"/>
        </w:rPr>
      </w:pPr>
      <w:r>
        <w:rPr>
          <w:rStyle w:val="FontStyle13"/>
          <w:sz w:val="24"/>
          <w:szCs w:val="24"/>
        </w:rPr>
        <w:t xml:space="preserve">6. </w:t>
      </w:r>
      <w:r w:rsidRPr="003E720E">
        <w:rPr>
          <w:rStyle w:val="FontStyle13"/>
          <w:sz w:val="24"/>
          <w:szCs w:val="24"/>
        </w:rPr>
        <w:t>контактный телефон:_______________________</w:t>
      </w:r>
    </w:p>
    <w:p w:rsidR="0055227D" w:rsidRPr="003E720E" w:rsidRDefault="0055227D" w:rsidP="008C3D68">
      <w:pPr>
        <w:widowControl/>
        <w:adjustRightInd/>
        <w:spacing w:line="360" w:lineRule="auto"/>
        <w:jc w:val="both"/>
      </w:pPr>
      <w:r>
        <w:t xml:space="preserve">7. </w:t>
      </w:r>
      <w:r w:rsidRPr="003E720E">
        <w:t>место поставки то</w:t>
      </w:r>
      <w:r>
        <w:t>варов</w:t>
      </w:r>
      <w:r w:rsidRPr="003E720E">
        <w:t>_______________________</w:t>
      </w:r>
    </w:p>
    <w:p w:rsidR="0055227D" w:rsidRPr="003E720E" w:rsidRDefault="0055227D" w:rsidP="008C3D68">
      <w:pPr>
        <w:widowControl/>
        <w:adjustRightInd/>
        <w:spacing w:line="360" w:lineRule="auto"/>
        <w:jc w:val="both"/>
      </w:pPr>
      <w:r>
        <w:t xml:space="preserve">8. </w:t>
      </w:r>
      <w:r w:rsidRPr="003E720E">
        <w:t>сроки поставки товаров _______________________</w:t>
      </w:r>
    </w:p>
    <w:p w:rsidR="0055227D" w:rsidRPr="00D4044D" w:rsidRDefault="0055227D" w:rsidP="008C3D68">
      <w:pPr>
        <w:widowControl/>
        <w:adjustRightInd/>
        <w:jc w:val="both"/>
      </w:pPr>
      <w:r>
        <w:t>9. наименование и стоимость товаров:</w:t>
      </w:r>
    </w:p>
    <w:tbl>
      <w:tblPr>
        <w:tblW w:w="1045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7"/>
        <w:gridCol w:w="770"/>
        <w:gridCol w:w="1114"/>
        <w:gridCol w:w="2016"/>
        <w:gridCol w:w="1273"/>
        <w:gridCol w:w="1670"/>
        <w:gridCol w:w="1536"/>
        <w:gridCol w:w="1440"/>
      </w:tblGrid>
      <w:tr w:rsidR="0055227D" w:rsidRPr="00D4044D" w:rsidTr="00C42EB3">
        <w:tc>
          <w:tcPr>
            <w:tcW w:w="637" w:type="dxa"/>
          </w:tcPr>
          <w:p w:rsidR="0055227D" w:rsidRPr="00014C2A" w:rsidRDefault="0055227D" w:rsidP="00825BAF">
            <w:pPr>
              <w:widowControl/>
              <w:adjustRightInd/>
              <w:jc w:val="center"/>
            </w:pPr>
            <w:r w:rsidRPr="00E829E1">
              <w:rPr>
                <w:bCs/>
                <w:color w:val="000000"/>
              </w:rPr>
              <w:t>№ п\п</w:t>
            </w:r>
          </w:p>
        </w:tc>
        <w:tc>
          <w:tcPr>
            <w:tcW w:w="1884" w:type="dxa"/>
            <w:gridSpan w:val="2"/>
          </w:tcPr>
          <w:p w:rsidR="0055227D" w:rsidRPr="00D4044D" w:rsidRDefault="0055227D" w:rsidP="00825BAF">
            <w:pPr>
              <w:widowControl/>
              <w:adjustRightInd/>
              <w:jc w:val="center"/>
            </w:pPr>
            <w:r w:rsidRPr="00D4044D">
              <w:t>Наименование</w:t>
            </w:r>
          </w:p>
          <w:p w:rsidR="0055227D" w:rsidRPr="00D4044D" w:rsidRDefault="0055227D" w:rsidP="00825BAF">
            <w:pPr>
              <w:widowControl/>
              <w:adjustRightInd/>
              <w:jc w:val="center"/>
            </w:pPr>
            <w:r>
              <w:t>поставляемых товаров</w:t>
            </w:r>
          </w:p>
          <w:p w:rsidR="0055227D" w:rsidRPr="00D4044D" w:rsidRDefault="0055227D" w:rsidP="00825BAF">
            <w:pPr>
              <w:widowControl/>
              <w:adjustRightInd/>
              <w:jc w:val="center"/>
            </w:pPr>
          </w:p>
        </w:tc>
        <w:tc>
          <w:tcPr>
            <w:tcW w:w="2016" w:type="dxa"/>
          </w:tcPr>
          <w:p w:rsidR="0055227D" w:rsidRPr="00D4044D" w:rsidRDefault="0055227D" w:rsidP="00353467">
            <w:pPr>
              <w:widowControl/>
              <w:adjustRightInd/>
              <w:jc w:val="center"/>
            </w:pPr>
            <w:r w:rsidRPr="00D4044D">
              <w:t>Характеристики поставляемых товаров</w:t>
            </w:r>
          </w:p>
          <w:p w:rsidR="0055227D" w:rsidRPr="00D4044D" w:rsidRDefault="0055227D" w:rsidP="00825BAF">
            <w:pPr>
              <w:widowControl/>
              <w:adjustRightInd/>
              <w:jc w:val="center"/>
            </w:pPr>
          </w:p>
        </w:tc>
        <w:tc>
          <w:tcPr>
            <w:tcW w:w="1273" w:type="dxa"/>
          </w:tcPr>
          <w:p w:rsidR="0055227D" w:rsidRPr="00D4044D" w:rsidRDefault="0055227D" w:rsidP="00353467">
            <w:pPr>
              <w:widowControl/>
              <w:adjustRightInd/>
              <w:ind w:left="-412" w:firstLine="412"/>
              <w:jc w:val="center"/>
            </w:pPr>
            <w:r>
              <w:t>Ед.изм</w:t>
            </w:r>
          </w:p>
        </w:tc>
        <w:tc>
          <w:tcPr>
            <w:tcW w:w="1670" w:type="dxa"/>
          </w:tcPr>
          <w:p w:rsidR="0055227D" w:rsidRPr="00D4044D" w:rsidRDefault="0055227D" w:rsidP="00825BAF">
            <w:pPr>
              <w:widowControl/>
              <w:adjustRightInd/>
              <w:jc w:val="center"/>
            </w:pPr>
            <w:r w:rsidRPr="00D4044D">
              <w:t>Количество</w:t>
            </w:r>
          </w:p>
        </w:tc>
        <w:tc>
          <w:tcPr>
            <w:tcW w:w="1536" w:type="dxa"/>
          </w:tcPr>
          <w:p w:rsidR="0055227D" w:rsidRPr="00D4044D" w:rsidRDefault="0055227D" w:rsidP="00353467">
            <w:pPr>
              <w:widowControl/>
              <w:adjustRightInd/>
              <w:jc w:val="center"/>
            </w:pPr>
            <w:r>
              <w:t xml:space="preserve">Цена за единицу  товара без учета НДС </w:t>
            </w:r>
          </w:p>
        </w:tc>
        <w:tc>
          <w:tcPr>
            <w:tcW w:w="1440" w:type="dxa"/>
          </w:tcPr>
          <w:p w:rsidR="0055227D" w:rsidRDefault="0055227D" w:rsidP="00353467">
            <w:pPr>
              <w:widowControl/>
              <w:adjustRightInd/>
              <w:jc w:val="center"/>
            </w:pPr>
            <w:r>
              <w:t>*Общая сумма товара без учета НДС</w:t>
            </w:r>
          </w:p>
        </w:tc>
      </w:tr>
      <w:tr w:rsidR="0055227D" w:rsidRPr="00D4044D" w:rsidTr="00C42EB3">
        <w:tc>
          <w:tcPr>
            <w:tcW w:w="637" w:type="dxa"/>
          </w:tcPr>
          <w:p w:rsidR="0055227D" w:rsidRPr="00D4044D" w:rsidRDefault="0055227D" w:rsidP="00825BAF">
            <w:pPr>
              <w:widowControl/>
              <w:adjustRightInd/>
              <w:jc w:val="both"/>
            </w:pPr>
            <w:r w:rsidRPr="00D4044D">
              <w:t>1.</w:t>
            </w:r>
          </w:p>
        </w:tc>
        <w:tc>
          <w:tcPr>
            <w:tcW w:w="1884" w:type="dxa"/>
            <w:gridSpan w:val="2"/>
          </w:tcPr>
          <w:p w:rsidR="0055227D" w:rsidRPr="00D4044D" w:rsidRDefault="0055227D" w:rsidP="00825BAF">
            <w:pPr>
              <w:widowControl/>
              <w:adjustRightInd/>
              <w:jc w:val="both"/>
            </w:pPr>
          </w:p>
        </w:tc>
        <w:tc>
          <w:tcPr>
            <w:tcW w:w="2016" w:type="dxa"/>
          </w:tcPr>
          <w:p w:rsidR="0055227D" w:rsidRPr="00D4044D" w:rsidRDefault="0055227D" w:rsidP="00825BAF">
            <w:pPr>
              <w:widowControl/>
              <w:adjustRightInd/>
              <w:jc w:val="both"/>
            </w:pPr>
          </w:p>
        </w:tc>
        <w:tc>
          <w:tcPr>
            <w:tcW w:w="1273" w:type="dxa"/>
          </w:tcPr>
          <w:p w:rsidR="0055227D" w:rsidRPr="00D4044D" w:rsidRDefault="0055227D" w:rsidP="00825BAF">
            <w:pPr>
              <w:widowControl/>
              <w:adjustRightInd/>
              <w:jc w:val="both"/>
            </w:pPr>
          </w:p>
        </w:tc>
        <w:tc>
          <w:tcPr>
            <w:tcW w:w="1670" w:type="dxa"/>
          </w:tcPr>
          <w:p w:rsidR="0055227D" w:rsidRPr="00D4044D" w:rsidRDefault="0055227D" w:rsidP="00825BAF">
            <w:pPr>
              <w:widowControl/>
              <w:adjustRightInd/>
              <w:jc w:val="both"/>
            </w:pPr>
          </w:p>
        </w:tc>
        <w:tc>
          <w:tcPr>
            <w:tcW w:w="1536" w:type="dxa"/>
          </w:tcPr>
          <w:p w:rsidR="0055227D" w:rsidRPr="00D4044D" w:rsidRDefault="0055227D" w:rsidP="00825BAF">
            <w:pPr>
              <w:widowControl/>
              <w:adjustRightInd/>
              <w:jc w:val="both"/>
            </w:pPr>
          </w:p>
        </w:tc>
        <w:tc>
          <w:tcPr>
            <w:tcW w:w="1440" w:type="dxa"/>
          </w:tcPr>
          <w:p w:rsidR="0055227D" w:rsidRPr="00D4044D" w:rsidRDefault="0055227D" w:rsidP="00825BAF">
            <w:pPr>
              <w:widowControl/>
              <w:adjustRightInd/>
              <w:jc w:val="both"/>
            </w:pPr>
          </w:p>
        </w:tc>
      </w:tr>
      <w:tr w:rsidR="0055227D" w:rsidRPr="00D4044D" w:rsidTr="00C42EB3">
        <w:tc>
          <w:tcPr>
            <w:tcW w:w="637" w:type="dxa"/>
          </w:tcPr>
          <w:p w:rsidR="0055227D" w:rsidRPr="00D4044D" w:rsidRDefault="0055227D" w:rsidP="00825BAF">
            <w:pPr>
              <w:widowControl/>
              <w:adjustRightInd/>
              <w:jc w:val="both"/>
            </w:pPr>
            <w:r w:rsidRPr="00D4044D">
              <w:t>2.</w:t>
            </w:r>
          </w:p>
        </w:tc>
        <w:tc>
          <w:tcPr>
            <w:tcW w:w="1884" w:type="dxa"/>
            <w:gridSpan w:val="2"/>
          </w:tcPr>
          <w:p w:rsidR="0055227D" w:rsidRPr="00D4044D" w:rsidRDefault="0055227D" w:rsidP="00825BAF">
            <w:pPr>
              <w:widowControl/>
              <w:adjustRightInd/>
              <w:jc w:val="both"/>
            </w:pPr>
          </w:p>
        </w:tc>
        <w:tc>
          <w:tcPr>
            <w:tcW w:w="2016" w:type="dxa"/>
          </w:tcPr>
          <w:p w:rsidR="0055227D" w:rsidRPr="00D4044D" w:rsidRDefault="0055227D" w:rsidP="00825BAF">
            <w:pPr>
              <w:widowControl/>
              <w:adjustRightInd/>
              <w:jc w:val="both"/>
            </w:pPr>
          </w:p>
        </w:tc>
        <w:tc>
          <w:tcPr>
            <w:tcW w:w="1273" w:type="dxa"/>
          </w:tcPr>
          <w:p w:rsidR="0055227D" w:rsidRPr="00D4044D" w:rsidRDefault="0055227D" w:rsidP="00825BAF">
            <w:pPr>
              <w:widowControl/>
              <w:adjustRightInd/>
              <w:jc w:val="both"/>
            </w:pPr>
          </w:p>
        </w:tc>
        <w:tc>
          <w:tcPr>
            <w:tcW w:w="1670" w:type="dxa"/>
          </w:tcPr>
          <w:p w:rsidR="0055227D" w:rsidRPr="00D4044D" w:rsidRDefault="0055227D" w:rsidP="00825BAF">
            <w:pPr>
              <w:widowControl/>
              <w:adjustRightInd/>
              <w:jc w:val="both"/>
            </w:pPr>
          </w:p>
        </w:tc>
        <w:tc>
          <w:tcPr>
            <w:tcW w:w="1536" w:type="dxa"/>
          </w:tcPr>
          <w:p w:rsidR="0055227D" w:rsidRPr="00D4044D" w:rsidRDefault="0055227D" w:rsidP="00825BAF">
            <w:pPr>
              <w:widowControl/>
              <w:adjustRightInd/>
              <w:jc w:val="both"/>
            </w:pPr>
          </w:p>
        </w:tc>
        <w:tc>
          <w:tcPr>
            <w:tcW w:w="1440" w:type="dxa"/>
          </w:tcPr>
          <w:p w:rsidR="0055227D" w:rsidRPr="00D4044D" w:rsidRDefault="0055227D" w:rsidP="00825BAF">
            <w:pPr>
              <w:widowControl/>
              <w:adjustRightInd/>
              <w:jc w:val="both"/>
            </w:pPr>
          </w:p>
        </w:tc>
      </w:tr>
      <w:tr w:rsidR="0055227D" w:rsidRPr="00D4044D" w:rsidTr="00353467">
        <w:tc>
          <w:tcPr>
            <w:tcW w:w="1407" w:type="dxa"/>
            <w:gridSpan w:val="2"/>
          </w:tcPr>
          <w:p w:rsidR="0055227D" w:rsidRPr="00D4044D" w:rsidRDefault="0055227D" w:rsidP="00825BAF">
            <w:pPr>
              <w:widowControl/>
              <w:adjustRightInd/>
              <w:jc w:val="right"/>
            </w:pPr>
          </w:p>
        </w:tc>
        <w:tc>
          <w:tcPr>
            <w:tcW w:w="6073" w:type="dxa"/>
            <w:gridSpan w:val="4"/>
          </w:tcPr>
          <w:p w:rsidR="0055227D" w:rsidRPr="00D4044D" w:rsidRDefault="0055227D" w:rsidP="00825BAF">
            <w:pPr>
              <w:widowControl/>
              <w:adjustRightInd/>
              <w:jc w:val="right"/>
            </w:pPr>
            <w:r>
              <w:t>ИТОГО:</w:t>
            </w:r>
          </w:p>
        </w:tc>
        <w:tc>
          <w:tcPr>
            <w:tcW w:w="1536" w:type="dxa"/>
          </w:tcPr>
          <w:p w:rsidR="0055227D" w:rsidRPr="00D4044D" w:rsidRDefault="0055227D" w:rsidP="00825BAF">
            <w:pPr>
              <w:widowControl/>
              <w:adjustRightInd/>
              <w:jc w:val="both"/>
            </w:pPr>
          </w:p>
        </w:tc>
        <w:tc>
          <w:tcPr>
            <w:tcW w:w="1440" w:type="dxa"/>
          </w:tcPr>
          <w:p w:rsidR="0055227D" w:rsidRPr="00D4044D" w:rsidRDefault="0055227D" w:rsidP="00825BAF">
            <w:pPr>
              <w:widowControl/>
              <w:adjustRightInd/>
              <w:jc w:val="both"/>
            </w:pPr>
          </w:p>
        </w:tc>
      </w:tr>
    </w:tbl>
    <w:p w:rsidR="0055227D" w:rsidRPr="00D4044D" w:rsidRDefault="0055227D" w:rsidP="008C3D68">
      <w:pPr>
        <w:widowControl/>
        <w:adjustRightInd/>
        <w:ind w:firstLine="400"/>
        <w:jc w:val="both"/>
      </w:pPr>
    </w:p>
    <w:p w:rsidR="0055227D" w:rsidRPr="00D4044D" w:rsidRDefault="0055227D" w:rsidP="00353467">
      <w:pPr>
        <w:widowControl/>
        <w:adjustRightInd/>
      </w:pPr>
      <w:r>
        <w:t xml:space="preserve">10. * </w:t>
      </w:r>
      <w:r w:rsidRPr="00D4044D">
        <w:t xml:space="preserve">Общая цена ценового предложения, без учета НДС, </w:t>
      </w:r>
      <w:r w:rsidRPr="00353467">
        <w:t>на условиях</w:t>
      </w:r>
      <w:r w:rsidRPr="006B1047">
        <w:rPr>
          <w:rFonts w:ascii="Arial" w:hAnsi="Arial" w:cs="Arial"/>
        </w:rPr>
        <w:br/>
      </w:r>
      <w:r w:rsidRPr="00353467">
        <w:t>_________________ИНКОТЕРМС 2010, </w:t>
      </w:r>
      <w:r>
        <w:t xml:space="preserve"> пункт </w:t>
      </w:r>
      <w:r w:rsidRPr="00353467">
        <w:t>назначения, включая все расходы</w:t>
      </w:r>
      <w:r w:rsidRPr="00353467">
        <w:br/>
        <w:t>потенциального поставщика на </w:t>
      </w:r>
      <w:r>
        <w:t>транспор</w:t>
      </w:r>
      <w:r w:rsidRPr="00353467">
        <w:t>тировку, страхование, уплату таможенных</w:t>
      </w:r>
      <w:r w:rsidRPr="00353467">
        <w:br/>
        <w:t>пошлин,  других налогов, </w:t>
      </w:r>
      <w:r w:rsidRPr="00353467">
        <w:rPr>
          <w:bCs/>
        </w:rPr>
        <w:t>сборов, а также иных расходов, предусмотренных условиями поставки товаров</w:t>
      </w:r>
      <w:r>
        <w:rPr>
          <w:bCs/>
        </w:rPr>
        <w:t xml:space="preserve"> </w:t>
      </w:r>
      <w:r>
        <w:t>составляет  __________________________</w:t>
      </w:r>
      <w:r w:rsidRPr="00D4044D">
        <w:t>(________________________).</w:t>
      </w:r>
    </w:p>
    <w:p w:rsidR="0055227D" w:rsidRPr="00D4044D" w:rsidRDefault="0055227D" w:rsidP="008C3D68">
      <w:pPr>
        <w:widowControl/>
        <w:adjustRightInd/>
        <w:ind w:firstLine="400"/>
        <w:jc w:val="both"/>
      </w:pPr>
    </w:p>
    <w:p w:rsidR="0055227D" w:rsidRPr="00D4044D" w:rsidRDefault="0055227D" w:rsidP="008C3D68">
      <w:pPr>
        <w:widowControl/>
        <w:adjustRightInd/>
        <w:jc w:val="both"/>
      </w:pPr>
      <w:r>
        <w:t xml:space="preserve">11. </w:t>
      </w:r>
      <w:r w:rsidRPr="00D4044D">
        <w:t xml:space="preserve">Настоящим ________________________________________________________ </w:t>
      </w:r>
    </w:p>
    <w:p w:rsidR="0055227D" w:rsidRPr="00D4044D" w:rsidRDefault="0055227D" w:rsidP="008C3D68">
      <w:pPr>
        <w:widowControl/>
        <w:adjustRightInd/>
        <w:ind w:firstLine="1260"/>
        <w:jc w:val="both"/>
      </w:pPr>
      <w:r w:rsidRPr="00D4044D">
        <w:rPr>
          <w:sz w:val="18"/>
          <w:szCs w:val="18"/>
        </w:rPr>
        <w:t xml:space="preserve">(Наименование </w:t>
      </w:r>
      <w:r w:rsidRPr="00D4044D">
        <w:rPr>
          <w:rStyle w:val="FontStyle13"/>
          <w:sz w:val="18"/>
          <w:szCs w:val="18"/>
        </w:rPr>
        <w:t>потенциального поставщика) либо (Ф.И.О. – для индивидуального предпринимателя)</w:t>
      </w:r>
    </w:p>
    <w:p w:rsidR="0055227D" w:rsidRPr="00D4044D" w:rsidRDefault="0055227D" w:rsidP="008C3D68">
      <w:pPr>
        <w:widowControl/>
        <w:adjustRightInd/>
        <w:jc w:val="both"/>
      </w:pPr>
      <w:r>
        <w:t>подтверждает</w:t>
      </w:r>
      <w:r w:rsidRPr="00D4044D">
        <w:t xml:space="preserve"> согласие осуществить поставку товара с соблюдением условий, предусмотренных в информации о проведении закупок</w:t>
      </w:r>
    </w:p>
    <w:p w:rsidR="0055227D" w:rsidRPr="00D4044D" w:rsidRDefault="0055227D" w:rsidP="008C3D68">
      <w:pPr>
        <w:widowControl/>
        <w:adjustRightInd/>
        <w:ind w:firstLine="400"/>
        <w:jc w:val="both"/>
      </w:pPr>
    </w:p>
    <w:p w:rsidR="0055227D" w:rsidRPr="00D4044D" w:rsidRDefault="0055227D" w:rsidP="008C3D68">
      <w:pPr>
        <w:pStyle w:val="Style4"/>
        <w:widowControl/>
        <w:spacing w:line="240" w:lineRule="exact"/>
        <w:ind w:firstLine="0"/>
      </w:pPr>
      <w:r>
        <w:t xml:space="preserve">12. </w:t>
      </w:r>
      <w:r w:rsidRPr="00D4044D">
        <w:t>Перечень прилагаемых документов:</w:t>
      </w:r>
    </w:p>
    <w:p w:rsidR="0055227D" w:rsidRPr="00D4044D" w:rsidRDefault="0055227D" w:rsidP="008C3D68">
      <w:pPr>
        <w:pStyle w:val="Style4"/>
        <w:widowControl/>
        <w:spacing w:line="240" w:lineRule="exact"/>
        <w:ind w:firstLine="567"/>
      </w:pPr>
      <w:r w:rsidRPr="00D4044D">
        <w:t>1) копия свидетельства о государственной регистрации</w:t>
      </w:r>
    </w:p>
    <w:p w:rsidR="0055227D" w:rsidRPr="00D4044D" w:rsidRDefault="0055227D" w:rsidP="008C3D68">
      <w:pPr>
        <w:pStyle w:val="Style4"/>
        <w:widowControl/>
        <w:spacing w:line="240" w:lineRule="exact"/>
        <w:ind w:firstLine="567"/>
        <w:rPr>
          <w:bCs/>
        </w:rPr>
      </w:pPr>
      <w:r w:rsidRPr="00D4044D">
        <w:t xml:space="preserve">2)  копия </w:t>
      </w:r>
      <w:r w:rsidRPr="00D4044D">
        <w:rPr>
          <w:bCs/>
        </w:rPr>
        <w:t xml:space="preserve">лицензии (в случае, если условиями закупок предполагается деятельность, которая подлежит </w:t>
      </w:r>
      <w:hyperlink r:id="rId4" w:tooltip="jl:30087221.0%20" w:history="1">
        <w:r w:rsidRPr="00D4044D">
          <w:rPr>
            <w:bCs/>
          </w:rPr>
          <w:t>обязательному лицензированию</w:t>
        </w:r>
      </w:hyperlink>
      <w:r w:rsidRPr="00D4044D">
        <w:rPr>
          <w:bCs/>
        </w:rPr>
        <w:t>);</w:t>
      </w:r>
    </w:p>
    <w:p w:rsidR="0055227D" w:rsidRPr="008C3D68" w:rsidRDefault="0055227D" w:rsidP="008C3D68">
      <w:pPr>
        <w:pStyle w:val="Style4"/>
        <w:widowControl/>
        <w:spacing w:line="240" w:lineRule="exact"/>
        <w:ind w:firstLine="567"/>
        <w:rPr>
          <w:bCs/>
        </w:rPr>
      </w:pPr>
      <w:r w:rsidRPr="00D4044D">
        <w:rPr>
          <w:bCs/>
        </w:rPr>
        <w:t>3) техническую спецификацию (в случае, если в объявлении о проведении закупок способом запроса ценовых предложений содержалась техническая спецификация и требование о предоставлении потенциальным поставщиком технической спецификации);</w:t>
      </w:r>
    </w:p>
    <w:p w:rsidR="0055227D" w:rsidRDefault="0055227D" w:rsidP="008C3D68">
      <w:pPr>
        <w:pStyle w:val="1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D4044D">
        <w:rPr>
          <w:rFonts w:ascii="Times New Roman" w:hAnsi="Times New Roman"/>
          <w:bCs/>
          <w:sz w:val="24"/>
          <w:szCs w:val="24"/>
        </w:rPr>
        <w:t>4) копию сертификата происхождения товара (формы CT KZ) (в случае, если закупки способом запроса ценовых предложений проводятся в соответствии с подпунктом 1) пункта 93 Правил Холдинга).</w:t>
      </w:r>
    </w:p>
    <w:p w:rsidR="0055227D" w:rsidRDefault="0055227D" w:rsidP="008C3D68">
      <w:pPr>
        <w:pStyle w:val="1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55227D" w:rsidRDefault="0055227D" w:rsidP="00353467">
      <w:pPr>
        <w:pStyle w:val="NormalWeb"/>
        <w:rPr>
          <w:b/>
          <w:lang w:val="ru-RU"/>
        </w:rPr>
      </w:pPr>
      <w:r w:rsidRPr="00353467">
        <w:rPr>
          <w:b/>
          <w:lang w:val="ru-RU"/>
        </w:rPr>
        <w:t>______________</w:t>
      </w:r>
      <w:r w:rsidRPr="00353467">
        <w:rPr>
          <w:b/>
        </w:rPr>
        <w:t>                           </w:t>
      </w:r>
      <w:r w:rsidRPr="00353467">
        <w:rPr>
          <w:b/>
          <w:lang w:val="ru-RU"/>
        </w:rPr>
        <w:t xml:space="preserve"> ____________________________</w:t>
      </w:r>
      <w:r w:rsidRPr="00353467">
        <w:rPr>
          <w:b/>
          <w:lang w:val="ru-RU"/>
        </w:rPr>
        <w:br/>
      </w:r>
      <w:r w:rsidRPr="00353467">
        <w:rPr>
          <w:b/>
        </w:rPr>
        <w:t>  </w:t>
      </w:r>
      <w:r w:rsidRPr="00353467">
        <w:rPr>
          <w:b/>
          <w:lang w:val="ru-RU"/>
        </w:rPr>
        <w:t xml:space="preserve"> (Подпись)</w:t>
      </w:r>
      <w:r w:rsidRPr="00353467">
        <w:rPr>
          <w:b/>
        </w:rPr>
        <w:t>                               </w:t>
      </w:r>
      <w:r w:rsidRPr="00353467">
        <w:rPr>
          <w:b/>
          <w:lang w:val="ru-RU"/>
        </w:rPr>
        <w:t xml:space="preserve"> (Должность, ФИО)</w:t>
      </w:r>
      <w:r w:rsidRPr="00353467">
        <w:rPr>
          <w:b/>
          <w:lang w:val="ru-RU"/>
        </w:rPr>
        <w:br/>
        <w:t>М.П.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>Дата:</w:t>
      </w:r>
    </w:p>
    <w:sectPr w:rsidR="0055227D" w:rsidSect="0035346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3D68"/>
    <w:rsid w:val="00014C2A"/>
    <w:rsid w:val="00052C3B"/>
    <w:rsid w:val="00112C84"/>
    <w:rsid w:val="001235DC"/>
    <w:rsid w:val="00217B7E"/>
    <w:rsid w:val="00235001"/>
    <w:rsid w:val="00353467"/>
    <w:rsid w:val="003A78AE"/>
    <w:rsid w:val="003E720E"/>
    <w:rsid w:val="004270D8"/>
    <w:rsid w:val="0055227D"/>
    <w:rsid w:val="005809B3"/>
    <w:rsid w:val="005E67E9"/>
    <w:rsid w:val="00600CE5"/>
    <w:rsid w:val="0069649B"/>
    <w:rsid w:val="006A68DB"/>
    <w:rsid w:val="006B1047"/>
    <w:rsid w:val="006F500F"/>
    <w:rsid w:val="00825BAF"/>
    <w:rsid w:val="008857F5"/>
    <w:rsid w:val="008C3D68"/>
    <w:rsid w:val="009B30F4"/>
    <w:rsid w:val="00B0098A"/>
    <w:rsid w:val="00BD3BC5"/>
    <w:rsid w:val="00C42EB3"/>
    <w:rsid w:val="00C87656"/>
    <w:rsid w:val="00D4044D"/>
    <w:rsid w:val="00D74B78"/>
    <w:rsid w:val="00E502DC"/>
    <w:rsid w:val="00E82367"/>
    <w:rsid w:val="00E829E1"/>
    <w:rsid w:val="00EA3F34"/>
    <w:rsid w:val="00EB6FFD"/>
    <w:rsid w:val="00EC05F6"/>
    <w:rsid w:val="00F623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3D6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8C3D68"/>
    <w:rPr>
      <w:rFonts w:eastAsia="Times New Roman"/>
      <w:lang w:eastAsia="en-US"/>
    </w:rPr>
  </w:style>
  <w:style w:type="character" w:customStyle="1" w:styleId="FontStyle13">
    <w:name w:val="Font Style13"/>
    <w:basedOn w:val="DefaultParagraphFont"/>
    <w:uiPriority w:val="99"/>
    <w:rsid w:val="008C3D68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Normal"/>
    <w:uiPriority w:val="99"/>
    <w:rsid w:val="008C3D68"/>
    <w:pPr>
      <w:spacing w:line="322" w:lineRule="exact"/>
    </w:pPr>
  </w:style>
  <w:style w:type="paragraph" w:customStyle="1" w:styleId="Style4">
    <w:name w:val="Style4"/>
    <w:basedOn w:val="Normal"/>
    <w:uiPriority w:val="99"/>
    <w:rsid w:val="008C3D68"/>
    <w:pPr>
      <w:spacing w:line="321" w:lineRule="exact"/>
      <w:ind w:firstLine="730"/>
      <w:jc w:val="both"/>
    </w:pPr>
  </w:style>
  <w:style w:type="paragraph" w:styleId="NormalWeb">
    <w:name w:val="Normal (Web)"/>
    <w:basedOn w:val="Normal"/>
    <w:uiPriority w:val="99"/>
    <w:rsid w:val="00353467"/>
    <w:pPr>
      <w:widowControl/>
      <w:autoSpaceDE/>
      <w:autoSpaceDN/>
      <w:adjustRightInd/>
      <w:spacing w:before="100" w:beforeAutospacing="1" w:after="119"/>
      <w:ind w:firstLine="720"/>
      <w:jc w:val="both"/>
    </w:pPr>
    <w:rPr>
      <w:color w:val="00000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jl:30087221.0%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348</Words>
  <Characters>1985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 </dc:title>
  <dc:subject/>
  <dc:creator>Болпакова Ш.С.</dc:creator>
  <cp:keywords/>
  <dc:description/>
  <cp:lastModifiedBy>omts47</cp:lastModifiedBy>
  <cp:revision>3</cp:revision>
  <dcterms:created xsi:type="dcterms:W3CDTF">2013-05-21T02:13:00Z</dcterms:created>
  <dcterms:modified xsi:type="dcterms:W3CDTF">2013-05-21T02:22:00Z</dcterms:modified>
</cp:coreProperties>
</file>