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26" w:rsidRPr="00783065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Pr="00783065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Pr="00783065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783065">
        <w:rPr>
          <w:rFonts w:ascii="Times New Roman" w:hAnsi="Times New Roman" w:cs="Times New Roman"/>
          <w:b/>
          <w:bCs/>
          <w:sz w:val="24"/>
          <w:szCs w:val="24"/>
        </w:rPr>
        <w:t>Прошу разместить объявление на сайте Товарищества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4426" w:rsidRPr="00783065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Pr="00783065" w:rsidRDefault="000E4426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E4426" w:rsidRPr="00393891" w:rsidRDefault="000E4426" w:rsidP="00237197">
      <w:pPr>
        <w:ind w:firstLine="540"/>
        <w:jc w:val="both"/>
        <w:rPr>
          <w:b/>
          <w:bCs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ТОО «Богатырь Комир» в целях проведения процедуры предварительного обсуждения проекта тендерной документации с потенциальными поставщиками (согласно п. 44 правил закупок ТРУ АО «ФНБ «Самрук-Казына)  выносит на обсуждение тендерную документацию на закупку </w:t>
      </w:r>
      <w:r w:rsidRPr="00393891">
        <w:rPr>
          <w:b/>
          <w:bCs/>
          <w:color w:val="auto"/>
          <w:sz w:val="24"/>
          <w:szCs w:val="24"/>
        </w:rPr>
        <w:t>электродвигателей АНЭ.</w:t>
      </w:r>
    </w:p>
    <w:p w:rsidR="000E4426" w:rsidRPr="00AD1FF2" w:rsidRDefault="000E4426" w:rsidP="00237197">
      <w:pPr>
        <w:ind w:firstLine="540"/>
        <w:jc w:val="both"/>
        <w:rPr>
          <w:color w:val="auto"/>
          <w:sz w:val="24"/>
          <w:szCs w:val="24"/>
        </w:rPr>
      </w:pPr>
      <w:r w:rsidRPr="00AD1FF2">
        <w:rPr>
          <w:spacing w:val="-1"/>
          <w:sz w:val="24"/>
          <w:szCs w:val="24"/>
        </w:rPr>
        <w:t xml:space="preserve">Замечания </w:t>
      </w:r>
      <w:r>
        <w:rPr>
          <w:spacing w:val="-1"/>
          <w:sz w:val="24"/>
          <w:szCs w:val="24"/>
        </w:rPr>
        <w:t xml:space="preserve">к проекту тендерной документации, а также запросы о разъяснении положений проекта тендерной документации могут быть направлены организатору закупок официальным письмом не позднее пяти рабочих дней со дня размещения проекта тендерной документации на электронный адрес 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aizhan</w:t>
      </w:r>
      <w:r w:rsidRPr="00E52514">
        <w:rPr>
          <w:rFonts w:ascii="Calibri" w:hAnsi="Calibri" w:cs="Calibri"/>
          <w:b/>
          <w:bCs/>
          <w:color w:val="0000FF"/>
          <w:u w:val="single"/>
        </w:rPr>
        <w:t>.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ahmetova</w:t>
      </w:r>
      <w:r w:rsidRPr="00E52514">
        <w:rPr>
          <w:rFonts w:ascii="Calibri" w:hAnsi="Calibri" w:cs="Calibri"/>
          <w:b/>
          <w:bCs/>
          <w:color w:val="0000FF"/>
          <w:u w:val="single"/>
        </w:rPr>
        <w:t>@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bogatur</w:t>
      </w:r>
      <w:r w:rsidRPr="00E52514">
        <w:rPr>
          <w:rFonts w:ascii="Calibri" w:hAnsi="Calibri" w:cs="Calibri"/>
          <w:b/>
          <w:bCs/>
          <w:color w:val="0000FF"/>
          <w:u w:val="single"/>
        </w:rPr>
        <w:t>.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kz</w:t>
      </w:r>
      <w:r w:rsidRPr="00E52514">
        <w:rPr>
          <w:color w:val="0000FF"/>
          <w:spacing w:val="-1"/>
          <w:sz w:val="24"/>
          <w:szCs w:val="24"/>
          <w:u w:val="single"/>
        </w:rPr>
        <w:t>,</w:t>
      </w:r>
      <w:r>
        <w:rPr>
          <w:spacing w:val="-1"/>
          <w:sz w:val="24"/>
          <w:szCs w:val="24"/>
        </w:rPr>
        <w:t xml:space="preserve"> контактные телефоны 22-31-</w:t>
      </w:r>
      <w:r w:rsidRPr="0043154F">
        <w:rPr>
          <w:spacing w:val="-1"/>
          <w:sz w:val="24"/>
          <w:szCs w:val="24"/>
        </w:rPr>
        <w:t>80</w:t>
      </w:r>
      <w:r>
        <w:rPr>
          <w:spacing w:val="-1"/>
          <w:sz w:val="24"/>
          <w:szCs w:val="24"/>
        </w:rPr>
        <w:t>.</w:t>
      </w:r>
    </w:p>
    <w:p w:rsidR="000E4426" w:rsidRDefault="000E4426" w:rsidP="00237197">
      <w:pPr>
        <w:jc w:val="both"/>
        <w:rPr>
          <w:color w:val="auto"/>
          <w:sz w:val="24"/>
          <w:szCs w:val="24"/>
          <w:lang w:val="kk-KZ"/>
        </w:rPr>
      </w:pPr>
    </w:p>
    <w:p w:rsidR="000E4426" w:rsidRDefault="000E4426" w:rsidP="00237197">
      <w:pPr>
        <w:jc w:val="both"/>
        <w:rPr>
          <w:color w:val="auto"/>
          <w:sz w:val="24"/>
          <w:szCs w:val="24"/>
          <w:lang w:val="kk-KZ"/>
        </w:rPr>
      </w:pPr>
    </w:p>
    <w:p w:rsidR="000E4426" w:rsidRDefault="000E4426" w:rsidP="00237197">
      <w:pPr>
        <w:jc w:val="both"/>
        <w:rPr>
          <w:color w:val="auto"/>
          <w:sz w:val="24"/>
          <w:szCs w:val="24"/>
          <w:lang w:val="kk-KZ"/>
        </w:rPr>
      </w:pPr>
    </w:p>
    <w:p w:rsidR="000E4426" w:rsidRPr="00783065" w:rsidRDefault="000E4426" w:rsidP="00237197">
      <w:pPr>
        <w:jc w:val="both"/>
        <w:rPr>
          <w:color w:val="auto"/>
          <w:sz w:val="24"/>
          <w:szCs w:val="24"/>
          <w:lang w:val="kk-KZ"/>
        </w:rPr>
      </w:pPr>
    </w:p>
    <w:p w:rsidR="000E4426" w:rsidRPr="00F7374C" w:rsidRDefault="000E4426" w:rsidP="00237197">
      <w:pPr>
        <w:ind w:firstLine="540"/>
        <w:jc w:val="both"/>
        <w:rPr>
          <w:b/>
          <w:bCs/>
          <w:sz w:val="24"/>
          <w:szCs w:val="24"/>
        </w:rPr>
      </w:pPr>
      <w:r w:rsidRPr="00F7374C">
        <w:rPr>
          <w:b/>
          <w:bCs/>
          <w:sz w:val="24"/>
          <w:szCs w:val="24"/>
        </w:rPr>
        <w:t>С уважением,</w:t>
      </w:r>
    </w:p>
    <w:p w:rsidR="000E4426" w:rsidRPr="00783065" w:rsidRDefault="000E4426" w:rsidP="00237197">
      <w:pPr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Коммерческий </w:t>
      </w:r>
      <w:r w:rsidRPr="00783065">
        <w:rPr>
          <w:b/>
          <w:bCs/>
          <w:sz w:val="24"/>
          <w:szCs w:val="24"/>
        </w:rPr>
        <w:t>директор</w:t>
      </w:r>
      <w:r w:rsidRPr="00783065">
        <w:rPr>
          <w:b/>
          <w:bCs/>
          <w:sz w:val="24"/>
          <w:szCs w:val="24"/>
        </w:rPr>
        <w:tab/>
      </w:r>
      <w:r w:rsidRPr="00783065">
        <w:rPr>
          <w:b/>
          <w:bCs/>
          <w:sz w:val="24"/>
          <w:szCs w:val="24"/>
        </w:rPr>
        <w:tab/>
      </w:r>
      <w:r w:rsidRPr="0078306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А.С. Сарсенбай</w:t>
      </w:r>
      <w:r w:rsidRPr="00783065">
        <w:rPr>
          <w:b/>
          <w:bCs/>
          <w:sz w:val="24"/>
          <w:szCs w:val="24"/>
        </w:rPr>
        <w:t xml:space="preserve"> </w:t>
      </w:r>
    </w:p>
    <w:p w:rsidR="000E4426" w:rsidRPr="00783065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Pr="00783065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Pr="00783065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Pr="00783065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Pr="00783065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Pr="00783065" w:rsidRDefault="000E4426" w:rsidP="00237197">
      <w:pPr>
        <w:rPr>
          <w:b/>
          <w:bCs/>
          <w:sz w:val="24"/>
          <w:szCs w:val="24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Pr="00783065" w:rsidRDefault="000E4426" w:rsidP="00237197">
      <w:pPr>
        <w:rPr>
          <w:b/>
          <w:bCs/>
          <w:sz w:val="16"/>
          <w:szCs w:val="16"/>
          <w:lang w:val="kk-KZ"/>
        </w:rPr>
      </w:pPr>
    </w:p>
    <w:p w:rsidR="000E4426" w:rsidRPr="00783065" w:rsidRDefault="000E4426" w:rsidP="00237197">
      <w:pPr>
        <w:rPr>
          <w:b/>
          <w:bCs/>
          <w:sz w:val="16"/>
          <w:szCs w:val="16"/>
          <w:lang w:val="kk-KZ"/>
        </w:rPr>
      </w:pPr>
    </w:p>
    <w:tbl>
      <w:tblPr>
        <w:tblW w:w="0" w:type="auto"/>
        <w:tblInd w:w="-106" w:type="dxa"/>
        <w:tblLook w:val="01E0"/>
      </w:tblPr>
      <w:tblGrid>
        <w:gridCol w:w="9571"/>
      </w:tblGrid>
      <w:tr w:rsidR="000E4426" w:rsidRPr="00783065">
        <w:tc>
          <w:tcPr>
            <w:tcW w:w="9571" w:type="dxa"/>
          </w:tcPr>
          <w:p w:rsidR="000E4426" w:rsidRPr="00E52514" w:rsidRDefault="000E4426" w:rsidP="007D3D75">
            <w:pPr>
              <w:rPr>
                <w:rFonts w:eastAsia="Times New Roman"/>
                <w:color w:val="auto"/>
                <w:sz w:val="16"/>
                <w:szCs w:val="16"/>
              </w:rPr>
            </w:pPr>
            <w:r w:rsidRPr="00783065">
              <w:rPr>
                <w:rFonts w:eastAsia="Times New Roman"/>
                <w:color w:val="auto"/>
                <w:sz w:val="16"/>
                <w:szCs w:val="16"/>
                <w:lang w:val="kk-KZ"/>
              </w:rPr>
              <w:t xml:space="preserve">Исп. </w:t>
            </w:r>
            <w:r>
              <w:rPr>
                <w:rFonts w:eastAsia="Times New Roman"/>
                <w:color w:val="auto"/>
                <w:sz w:val="16"/>
                <w:szCs w:val="16"/>
              </w:rPr>
              <w:t>Ахметова А.О.</w:t>
            </w:r>
          </w:p>
        </w:tc>
      </w:tr>
      <w:tr w:rsidR="000E4426" w:rsidRPr="00783065">
        <w:trPr>
          <w:trHeight w:val="201"/>
        </w:trPr>
        <w:tc>
          <w:tcPr>
            <w:tcW w:w="9571" w:type="dxa"/>
          </w:tcPr>
          <w:p w:rsidR="000E4426" w:rsidRPr="00783065" w:rsidRDefault="000E4426" w:rsidP="007D3D75">
            <w:pPr>
              <w:rPr>
                <w:rFonts w:eastAsia="Times New Roman"/>
                <w:color w:val="auto"/>
                <w:sz w:val="16"/>
                <w:szCs w:val="16"/>
                <w:lang w:val="kk-KZ"/>
              </w:rPr>
            </w:pPr>
            <w:r w:rsidRPr="00783065">
              <w:rPr>
                <w:rFonts w:eastAsia="Times New Roman"/>
                <w:color w:val="auto"/>
                <w:sz w:val="16"/>
                <w:szCs w:val="16"/>
                <w:lang w:val="kk-KZ"/>
              </w:rPr>
              <w:t>22-</w:t>
            </w:r>
            <w:r>
              <w:rPr>
                <w:rFonts w:eastAsia="Times New Roman"/>
                <w:color w:val="auto"/>
                <w:sz w:val="16"/>
                <w:szCs w:val="16"/>
                <w:lang w:val="kk-KZ"/>
              </w:rPr>
              <w:t>32-56</w:t>
            </w:r>
          </w:p>
        </w:tc>
      </w:tr>
    </w:tbl>
    <w:p w:rsidR="000E4426" w:rsidRPr="00783065" w:rsidRDefault="000E4426" w:rsidP="00237197">
      <w:pPr>
        <w:jc w:val="both"/>
        <w:rPr>
          <w:sz w:val="16"/>
          <w:szCs w:val="16"/>
        </w:rPr>
      </w:pPr>
    </w:p>
    <w:p w:rsidR="000E4426" w:rsidRDefault="000E4426"/>
    <w:sectPr w:rsidR="000E4426" w:rsidSect="00631E7E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197"/>
    <w:rsid w:val="00046507"/>
    <w:rsid w:val="000848C2"/>
    <w:rsid w:val="000C7D1A"/>
    <w:rsid w:val="000E4426"/>
    <w:rsid w:val="00100D3D"/>
    <w:rsid w:val="00124735"/>
    <w:rsid w:val="001972A1"/>
    <w:rsid w:val="001E32B8"/>
    <w:rsid w:val="002023B5"/>
    <w:rsid w:val="00237197"/>
    <w:rsid w:val="002B3A39"/>
    <w:rsid w:val="00393891"/>
    <w:rsid w:val="004220EF"/>
    <w:rsid w:val="004275E1"/>
    <w:rsid w:val="0043154F"/>
    <w:rsid w:val="004537B9"/>
    <w:rsid w:val="004E116F"/>
    <w:rsid w:val="004F63F9"/>
    <w:rsid w:val="005A0493"/>
    <w:rsid w:val="00604C31"/>
    <w:rsid w:val="00631E7E"/>
    <w:rsid w:val="006367B3"/>
    <w:rsid w:val="00680DF0"/>
    <w:rsid w:val="006B4CFA"/>
    <w:rsid w:val="007256F7"/>
    <w:rsid w:val="007304BB"/>
    <w:rsid w:val="00783065"/>
    <w:rsid w:val="007D3D75"/>
    <w:rsid w:val="008010AA"/>
    <w:rsid w:val="008700AC"/>
    <w:rsid w:val="008E2741"/>
    <w:rsid w:val="008F3730"/>
    <w:rsid w:val="00933F82"/>
    <w:rsid w:val="00946FCD"/>
    <w:rsid w:val="00950AD3"/>
    <w:rsid w:val="00A5231D"/>
    <w:rsid w:val="00AD1FF2"/>
    <w:rsid w:val="00B02420"/>
    <w:rsid w:val="00BB639C"/>
    <w:rsid w:val="00BB7452"/>
    <w:rsid w:val="00CB46ED"/>
    <w:rsid w:val="00D13DD0"/>
    <w:rsid w:val="00D30DB2"/>
    <w:rsid w:val="00DD62B4"/>
    <w:rsid w:val="00E36782"/>
    <w:rsid w:val="00E52514"/>
    <w:rsid w:val="00F505F0"/>
    <w:rsid w:val="00F632E2"/>
    <w:rsid w:val="00F7374C"/>
    <w:rsid w:val="00F77D9A"/>
    <w:rsid w:val="00F939F0"/>
    <w:rsid w:val="00FD4A2A"/>
    <w:rsid w:val="00FE28FC"/>
    <w:rsid w:val="00FE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197"/>
    <w:pPr>
      <w:widowControl w:val="0"/>
    </w:pPr>
    <w:rPr>
      <w:rFonts w:ascii="Times New Roman" w:eastAsia="SimSun" w:hAnsi="Times New Roman"/>
      <w:color w:val="00000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37197"/>
    <w:pPr>
      <w:widowControl/>
      <w:jc w:val="both"/>
    </w:pPr>
    <w:rPr>
      <w:rFonts w:ascii="Garamond" w:eastAsia="Times New Roman" w:hAnsi="Garamond" w:cs="Garamond"/>
      <w:color w:val="auto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7197"/>
    <w:rPr>
      <w:rFonts w:ascii="Garamond" w:hAnsi="Garamond" w:cs="Garamond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2371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118</Words>
  <Characters>677</Characters>
  <Application>Microsoft Office Outlook</Application>
  <DocSecurity>0</DocSecurity>
  <Lines>0</Lines>
  <Paragraphs>0</Paragraphs>
  <ScaleCrop>false</ScaleCrop>
  <Company>Bak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omts32</dc:creator>
  <cp:keywords/>
  <dc:description/>
  <cp:lastModifiedBy>omts25</cp:lastModifiedBy>
  <cp:revision>28</cp:revision>
  <cp:lastPrinted>2017-01-11T08:06:00Z</cp:lastPrinted>
  <dcterms:created xsi:type="dcterms:W3CDTF">2016-05-18T10:30:00Z</dcterms:created>
  <dcterms:modified xsi:type="dcterms:W3CDTF">2017-01-11T08:06:00Z</dcterms:modified>
</cp:coreProperties>
</file>